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4EE" w:rsidRPr="0006589D" w:rsidRDefault="007D54EE" w:rsidP="0006589D">
      <w:pPr>
        <w:ind w:right="-120"/>
        <w:jc w:val="center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КРАСНОДАРСКИЙ КРАЙ</w:t>
      </w:r>
    </w:p>
    <w:p w:rsidR="007D54EE" w:rsidRPr="0006589D" w:rsidRDefault="007D54EE" w:rsidP="0006589D">
      <w:pPr>
        <w:ind w:right="-120"/>
        <w:jc w:val="center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БЕЛОРЕЧЕНСКИЙ РАЙОН</w:t>
      </w:r>
    </w:p>
    <w:p w:rsidR="007D54EE" w:rsidRPr="0006589D" w:rsidRDefault="007D54EE" w:rsidP="0006589D">
      <w:pPr>
        <w:ind w:right="-120"/>
        <w:jc w:val="center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АДМИНИСТРАЦИЯ ШКОЛЬНЕНСКОГО СЕЛЬСКОГО ПОСЕЛЕНИЯ</w:t>
      </w:r>
    </w:p>
    <w:p w:rsidR="007D54EE" w:rsidRPr="0006589D" w:rsidRDefault="007D54EE" w:rsidP="0006589D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БЕЛОРЕЧЕНСКОГО РАЙОНА</w:t>
      </w:r>
    </w:p>
    <w:p w:rsidR="007D54EE" w:rsidRPr="0006589D" w:rsidRDefault="007D54EE" w:rsidP="0006589D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7D54EE" w:rsidRPr="0006589D" w:rsidRDefault="007D54EE" w:rsidP="00011957">
      <w:pPr>
        <w:ind w:firstLine="567"/>
        <w:jc w:val="center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ПОСТАНОВЛЕНИЕ</w:t>
      </w:r>
    </w:p>
    <w:p w:rsidR="007D54EE" w:rsidRPr="0006589D" w:rsidRDefault="007D54EE" w:rsidP="00011957">
      <w:pPr>
        <w:ind w:firstLine="567"/>
        <w:jc w:val="center"/>
        <w:rPr>
          <w:rFonts w:ascii="Arial" w:hAnsi="Arial" w:cs="Arial"/>
          <w:sz w:val="24"/>
          <w:szCs w:val="24"/>
        </w:rPr>
      </w:pPr>
    </w:p>
    <w:p w:rsidR="007D54EE" w:rsidRPr="0006589D" w:rsidRDefault="007D54EE" w:rsidP="0006589D">
      <w:pPr>
        <w:ind w:firstLine="100"/>
        <w:jc w:val="both"/>
        <w:rPr>
          <w:rFonts w:ascii="Arial" w:hAnsi="Arial" w:cs="Arial"/>
          <w:color w:val="FFFFFF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 xml:space="preserve"> февраля </w:t>
      </w:r>
      <w:r w:rsidRPr="0006589D">
        <w:rPr>
          <w:rFonts w:ascii="Arial" w:hAnsi="Arial" w:cs="Arial"/>
          <w:sz w:val="24"/>
          <w:szCs w:val="24"/>
        </w:rPr>
        <w:t>2016</w:t>
      </w:r>
      <w:r>
        <w:rPr>
          <w:rFonts w:ascii="Arial" w:hAnsi="Arial" w:cs="Arial"/>
          <w:sz w:val="24"/>
          <w:szCs w:val="24"/>
        </w:rPr>
        <w:t xml:space="preserve"> года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6589D">
        <w:rPr>
          <w:rFonts w:ascii="Arial" w:hAnsi="Arial" w:cs="Arial"/>
          <w:sz w:val="24"/>
          <w:szCs w:val="24"/>
        </w:rPr>
        <w:t>№ 21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06589D">
        <w:rPr>
          <w:rFonts w:ascii="Arial" w:hAnsi="Arial" w:cs="Arial"/>
          <w:sz w:val="24"/>
          <w:szCs w:val="24"/>
        </w:rPr>
        <w:t xml:space="preserve"> село Школьное </w:t>
      </w:r>
      <w:r w:rsidRPr="0006589D">
        <w:rPr>
          <w:rFonts w:ascii="Arial" w:hAnsi="Arial" w:cs="Arial"/>
          <w:color w:val="FFFFFF"/>
          <w:sz w:val="24"/>
          <w:szCs w:val="24"/>
        </w:rPr>
        <w:t>РАОВАНИЯ</w:t>
      </w:r>
    </w:p>
    <w:p w:rsidR="007D54EE" w:rsidRPr="0059720A" w:rsidRDefault="007D54EE" w:rsidP="0059720A">
      <w:pPr>
        <w:ind w:firstLine="709"/>
        <w:jc w:val="center"/>
        <w:rPr>
          <w:b/>
          <w:bCs/>
          <w:color w:val="FFFFFF"/>
        </w:rPr>
      </w:pPr>
      <w:r w:rsidRPr="0059720A">
        <w:rPr>
          <w:b/>
          <w:bCs/>
          <w:color w:val="FFFFFF"/>
        </w:rPr>
        <w:t xml:space="preserve">БЕЛОРЕЧЕ РАЙОН </w:t>
      </w:r>
    </w:p>
    <w:p w:rsidR="007D54EE" w:rsidRPr="0006589D" w:rsidRDefault="007D54EE" w:rsidP="0059720A">
      <w:pPr>
        <w:pStyle w:val="NoSpacing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  <w:r w:rsidRPr="0006589D">
        <w:rPr>
          <w:rFonts w:ascii="Arial" w:hAnsi="Arial" w:cs="Arial"/>
          <w:b/>
          <w:bCs/>
          <w:sz w:val="32"/>
          <w:szCs w:val="32"/>
        </w:rPr>
        <w:t>Об утверждении административного регламента предоставления муниципальной услуги «Возврат платежей физических и юридических лиц по неналоговым доходам из бюджета муниципального образования</w:t>
      </w:r>
      <w:bookmarkStart w:id="0" w:name="_GoBack"/>
      <w:bookmarkEnd w:id="0"/>
      <w:r w:rsidRPr="0006589D">
        <w:rPr>
          <w:rFonts w:ascii="Arial" w:hAnsi="Arial" w:cs="Arial"/>
          <w:b/>
          <w:bCs/>
          <w:sz w:val="32"/>
          <w:szCs w:val="32"/>
        </w:rPr>
        <w:t>»</w:t>
      </w:r>
    </w:p>
    <w:p w:rsidR="007D54EE" w:rsidRPr="0006589D" w:rsidRDefault="007D54EE" w:rsidP="0059720A">
      <w:pPr>
        <w:pStyle w:val="NoSpacing"/>
        <w:ind w:firstLine="709"/>
        <w:jc w:val="center"/>
        <w:rPr>
          <w:rFonts w:ascii="Arial" w:hAnsi="Arial" w:cs="Arial"/>
          <w:b/>
          <w:bCs/>
          <w:sz w:val="32"/>
          <w:szCs w:val="32"/>
        </w:rPr>
      </w:pPr>
    </w:p>
    <w:p w:rsidR="007D54EE" w:rsidRPr="0006589D" w:rsidRDefault="007D54EE" w:rsidP="0059720A">
      <w:pPr>
        <w:pStyle w:val="NoSpacing"/>
        <w:ind w:firstLine="709"/>
        <w:jc w:val="both"/>
        <w:rPr>
          <w:rFonts w:ascii="Arial" w:hAnsi="Arial" w:cs="Arial"/>
        </w:rPr>
      </w:pPr>
      <w:r w:rsidRPr="0006589D">
        <w:rPr>
          <w:rFonts w:ascii="Arial" w:hAnsi="Arial" w:cs="Arial"/>
        </w:rPr>
        <w:t>В целях повышения качества и доступности предоставления муниципальных услуг для населения, в соответствии с Федеральным законом от 7 октября 2003 года № 131-ФЗ «Об общих принципах организации местного самоуправления в Российской Федерации», Федеральным законом от 27 июля 2010 года № 210-ФЗ «Об организации предоставления государственных и муниципальных услуг», Постановлением Правительства Российской Федерации от 16 мая 2011 года № 373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услуг», Постановлением главы администрации (губернатора) Краснодарского края от 15 ноября 2011 года № 1340 «Об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края», Федеральным законом от 6 апреля 2011 года № 63-ФЗ «Об электронной подписи», руководствуясь статьей 32 Устава Школьненского сельского поселения Белореченского района, постановляю:</w:t>
      </w:r>
    </w:p>
    <w:p w:rsidR="007D54EE" w:rsidRPr="0006589D" w:rsidRDefault="007D54EE" w:rsidP="0059720A">
      <w:pPr>
        <w:pStyle w:val="NoSpacing"/>
        <w:ind w:firstLine="709"/>
        <w:jc w:val="both"/>
        <w:rPr>
          <w:rFonts w:ascii="Arial" w:hAnsi="Arial" w:cs="Arial"/>
        </w:rPr>
      </w:pPr>
      <w:r w:rsidRPr="0006589D">
        <w:rPr>
          <w:rFonts w:ascii="Arial" w:hAnsi="Arial" w:cs="Arial"/>
        </w:rPr>
        <w:t>1.Утвердить административный регламент предоставления муниципальной услуги «Возврат платежей физических и юридических лиц по неналоговым доходам из бюджета муниципального образования».</w:t>
      </w:r>
    </w:p>
    <w:p w:rsidR="007D54EE" w:rsidRPr="0006589D" w:rsidRDefault="007D54EE" w:rsidP="00011957">
      <w:pPr>
        <w:ind w:firstLine="567"/>
        <w:jc w:val="both"/>
        <w:rPr>
          <w:rFonts w:ascii="Arial" w:hAnsi="Arial" w:cs="Arial"/>
          <w:color w:val="000000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 xml:space="preserve">2. Общему отделу администрации Школьненского сельского поселения Белореченского района (Борцова) </w:t>
      </w:r>
      <w:r w:rsidRPr="0006589D">
        <w:rPr>
          <w:rFonts w:ascii="Arial" w:hAnsi="Arial" w:cs="Arial"/>
          <w:color w:val="000000"/>
          <w:sz w:val="24"/>
          <w:szCs w:val="24"/>
        </w:rPr>
        <w:t>разместить настоящий административный регламент на официальном сайте администрации Школьненского сельского поселения Белореченского района в сети Интернет в разделе «Административная реформа», в информационной сети «Единый портал государственных и муниципальных услуг (функций)».</w:t>
      </w:r>
    </w:p>
    <w:p w:rsidR="007D54EE" w:rsidRPr="0006589D" w:rsidRDefault="007D54EE" w:rsidP="0001195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3. Общему отделу администрации Школьненского сельского поселения Белореченского района (Борцова) обнародовать настоящее постановление в установленном порядке.</w:t>
      </w:r>
    </w:p>
    <w:p w:rsidR="007D54EE" w:rsidRPr="0006589D" w:rsidRDefault="007D54EE" w:rsidP="0001195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4. Контроль за исполнением настоящего постановления возложить на заместителя главы администрации Школьненского сельского поселения Белореченского района В.Г.Попкова.</w:t>
      </w:r>
    </w:p>
    <w:p w:rsidR="007D54EE" w:rsidRPr="0006589D" w:rsidRDefault="007D54EE" w:rsidP="00011957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5. Настоящее постановление вступает в силу со дня его официального обнародования.</w:t>
      </w:r>
    </w:p>
    <w:p w:rsidR="007D54EE" w:rsidRPr="0006589D" w:rsidRDefault="007D54EE" w:rsidP="00011957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7D54EE" w:rsidRPr="0006589D" w:rsidRDefault="007D54EE" w:rsidP="00011957">
      <w:pPr>
        <w:ind w:firstLine="567"/>
        <w:jc w:val="both"/>
        <w:rPr>
          <w:rFonts w:ascii="Arial" w:hAnsi="Arial" w:cs="Arial"/>
          <w:sz w:val="24"/>
          <w:szCs w:val="24"/>
        </w:rPr>
      </w:pPr>
    </w:p>
    <w:p w:rsidR="007D54EE" w:rsidRPr="0006589D" w:rsidRDefault="007D54EE" w:rsidP="00011957">
      <w:pPr>
        <w:pStyle w:val="a"/>
        <w:ind w:firstLine="567"/>
        <w:rPr>
          <w:rFonts w:ascii="Arial" w:hAnsi="Arial" w:cs="Arial"/>
          <w:sz w:val="24"/>
          <w:szCs w:val="24"/>
        </w:rPr>
      </w:pPr>
    </w:p>
    <w:p w:rsidR="007D54EE" w:rsidRPr="0006589D" w:rsidRDefault="007D54EE" w:rsidP="0006589D">
      <w:pPr>
        <w:pStyle w:val="a"/>
        <w:ind w:firstLine="540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Глава Школьненского сельского поселения</w:t>
      </w:r>
    </w:p>
    <w:p w:rsidR="007D54EE" w:rsidRDefault="007D54EE" w:rsidP="0006589D">
      <w:pPr>
        <w:pStyle w:val="a"/>
        <w:tabs>
          <w:tab w:val="left" w:pos="7860"/>
        </w:tabs>
        <w:ind w:firstLine="540"/>
        <w:rPr>
          <w:rFonts w:ascii="Arial" w:hAnsi="Arial" w:cs="Arial"/>
          <w:sz w:val="24"/>
          <w:szCs w:val="24"/>
        </w:rPr>
      </w:pPr>
      <w:r w:rsidRPr="0006589D">
        <w:rPr>
          <w:rFonts w:ascii="Arial" w:hAnsi="Arial" w:cs="Arial"/>
          <w:sz w:val="24"/>
          <w:szCs w:val="24"/>
        </w:rPr>
        <w:t>Белореченского района</w:t>
      </w:r>
    </w:p>
    <w:p w:rsidR="007D54EE" w:rsidRPr="0020293F" w:rsidRDefault="007D54EE" w:rsidP="0020293F">
      <w:pPr>
        <w:pStyle w:val="a"/>
        <w:tabs>
          <w:tab w:val="left" w:pos="7860"/>
        </w:tabs>
        <w:ind w:firstLine="540"/>
        <w:rPr>
          <w:rFonts w:ascii="Arial" w:hAnsi="Arial" w:cs="Arial"/>
          <w:b/>
          <w:bCs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В.Н.Лантратов</w:t>
      </w:r>
    </w:p>
    <w:p w:rsidR="007D54EE" w:rsidRDefault="007D54EE" w:rsidP="0059720A">
      <w:pPr>
        <w:ind w:firstLine="709"/>
        <w:jc w:val="center"/>
        <w:rPr>
          <w:b/>
          <w:bCs/>
        </w:rPr>
      </w:pPr>
    </w:p>
    <w:p w:rsidR="007D54EE" w:rsidRDefault="007D54EE" w:rsidP="0059720A">
      <w:pPr>
        <w:ind w:firstLine="709"/>
        <w:jc w:val="center"/>
        <w:rPr>
          <w:b/>
          <w:bCs/>
        </w:rPr>
      </w:pPr>
    </w:p>
    <w:p w:rsidR="007D54EE" w:rsidRDefault="007D54EE" w:rsidP="0020293F">
      <w:pPr>
        <w:jc w:val="center"/>
        <w:rPr>
          <w:sz w:val="24"/>
          <w:szCs w:val="24"/>
        </w:rPr>
      </w:pPr>
    </w:p>
    <w:p w:rsidR="007D54EE" w:rsidRPr="0020293F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ПРИЛОЖЕНИЕ № 1</w:t>
      </w:r>
    </w:p>
    <w:p w:rsidR="007D54EE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7D54EE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предоставления администрацией </w:t>
      </w:r>
    </w:p>
    <w:p w:rsidR="007D54EE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7D54EE" w:rsidRPr="0020293F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Белореченского района</w:t>
      </w:r>
    </w:p>
    <w:p w:rsidR="007D54EE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муниципальной услуги«Возврат платежей</w:t>
      </w:r>
    </w:p>
    <w:p w:rsidR="007D54EE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физических и юридических лиц по</w:t>
      </w:r>
    </w:p>
    <w:p w:rsidR="007D54EE" w:rsidRDefault="007D54EE" w:rsidP="0020293F">
      <w:pPr>
        <w:ind w:firstLine="540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неналоговым доходам из бюджета</w:t>
      </w:r>
    </w:p>
    <w:p w:rsidR="007D54EE" w:rsidRDefault="007D54EE" w:rsidP="0020293F">
      <w:pPr>
        <w:ind w:firstLine="540"/>
        <w:rPr>
          <w:b/>
          <w:bCs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муниципального образования»</w:t>
      </w:r>
    </w:p>
    <w:p w:rsidR="007D54EE" w:rsidRDefault="007D54EE" w:rsidP="0020293F">
      <w:pPr>
        <w:jc w:val="center"/>
        <w:rPr>
          <w:b/>
          <w:bCs/>
          <w:sz w:val="24"/>
          <w:szCs w:val="24"/>
        </w:rPr>
      </w:pPr>
    </w:p>
    <w:p w:rsidR="007D54EE" w:rsidRPr="0020293F" w:rsidRDefault="007D54EE" w:rsidP="0020293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0293F">
        <w:rPr>
          <w:rFonts w:ascii="Arial" w:hAnsi="Arial" w:cs="Arial"/>
          <w:b/>
          <w:bCs/>
          <w:sz w:val="24"/>
          <w:szCs w:val="24"/>
        </w:rPr>
        <w:t>ФОРМА ЗАЯВЛЕНИЯ</w:t>
      </w:r>
    </w:p>
    <w:p w:rsidR="007D54EE" w:rsidRPr="0020293F" w:rsidRDefault="007D54EE" w:rsidP="0020293F">
      <w:pPr>
        <w:jc w:val="center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ind w:left="5387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Главе Школьненского сельского поселения Белореченского района</w:t>
      </w:r>
    </w:p>
    <w:p w:rsidR="007D54EE" w:rsidRPr="0020293F" w:rsidRDefault="007D54EE" w:rsidP="0020293F">
      <w:pPr>
        <w:ind w:firstLine="5387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_______________________________</w:t>
      </w:r>
    </w:p>
    <w:p w:rsidR="007D54EE" w:rsidRPr="0020293F" w:rsidRDefault="007D54EE" w:rsidP="0020293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0293F">
        <w:rPr>
          <w:rFonts w:ascii="Arial" w:hAnsi="Arial" w:cs="Arial"/>
          <w:b/>
          <w:bCs/>
          <w:sz w:val="24"/>
          <w:szCs w:val="24"/>
        </w:rPr>
        <w:t>Заявление</w:t>
      </w:r>
      <w:r w:rsidRPr="0020293F">
        <w:rPr>
          <w:rFonts w:ascii="Arial" w:hAnsi="Arial" w:cs="Arial"/>
          <w:b/>
          <w:bCs/>
          <w:sz w:val="24"/>
          <w:szCs w:val="24"/>
        </w:rPr>
        <w:br/>
        <w:t>о возврате платежа по неналоговым доходам из бюджета муниципального образования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Я, _____________________________________________________________________,</w:t>
      </w:r>
    </w:p>
    <w:p w:rsidR="007D54EE" w:rsidRPr="0020293F" w:rsidRDefault="007D54EE" w:rsidP="0020293F">
      <w:pPr>
        <w:pStyle w:val="ConsPlusNonformat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(полностью Ф.И.О. заявителя)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паспорт серии ____________ номер ____________, выдан «___» ______________ г.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20293F" w:rsidRDefault="007D54EE" w:rsidP="0020293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(каким органом выдан)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код подразделения _____________, контактный телефон ___________________________,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проживающий (ая) по адресу: __________________________________________ ________________________________________________________________________,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прошу Вас осуществить возврат платежа, в сумме ______________________руб____коп,</w:t>
      </w:r>
    </w:p>
    <w:p w:rsidR="007D54EE" w:rsidRPr="0020293F" w:rsidRDefault="007D54EE" w:rsidP="0020293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(__________________________________________________________________________(сумма прописью)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уплаченные: платежным поручением, квитанцией ПД-4</w:t>
      </w:r>
    </w:p>
    <w:p w:rsidR="007D54EE" w:rsidRPr="0020293F" w:rsidRDefault="007D54EE" w:rsidP="0020293F">
      <w:pPr>
        <w:pStyle w:val="ConsPlusNonformat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(нужное подчеркнуть)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№________________от______________г. на сумму___________________руб _______коп</w:t>
      </w:r>
    </w:p>
    <w:p w:rsidR="007D54EE" w:rsidRPr="0020293F" w:rsidRDefault="007D54EE" w:rsidP="0020293F">
      <w:pPr>
        <w:pStyle w:val="ConsPlusNonformat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по причине ________________________________________________________ _____________________________________________________________________,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(неверной уплаты; излишне уплаченных денежных средств и т.д)</w:t>
      </w:r>
    </w:p>
    <w:p w:rsidR="007D54EE" w:rsidRPr="0020293F" w:rsidRDefault="007D54EE" w:rsidP="0020293F">
      <w:pPr>
        <w:pStyle w:val="ConsPlusNonformat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Что</w:t>
      </w:r>
      <w:r>
        <w:rPr>
          <w:rFonts w:ascii="Arial" w:hAnsi="Arial" w:cs="Arial"/>
          <w:sz w:val="24"/>
          <w:szCs w:val="24"/>
        </w:rPr>
        <w:t xml:space="preserve"> </w:t>
      </w:r>
      <w:r w:rsidRPr="0020293F">
        <w:rPr>
          <w:rFonts w:ascii="Arial" w:hAnsi="Arial" w:cs="Arial"/>
          <w:sz w:val="24"/>
          <w:szCs w:val="24"/>
        </w:rPr>
        <w:t>подтверждено 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 (актом сверки, платежным поручением, 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________________________________________________________________________, 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 свидетельством на право собственности и др.)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на следующие реквизиты получателя: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Наименование получателя____________________________________________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ИНН _________________________________________________________________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Р/С(Л/С) ___________________________ К/С 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Банк получателя___________________________________________________________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БИК_____________________________________________________________________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Прилагаются копии документов:</w:t>
      </w:r>
    </w:p>
    <w:p w:rsidR="007D54EE" w:rsidRPr="0020293F" w:rsidRDefault="007D54EE" w:rsidP="002029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</w:t>
      </w:r>
    </w:p>
    <w:p w:rsidR="007D54EE" w:rsidRPr="0020293F" w:rsidRDefault="007D54EE" w:rsidP="0020293F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7D54EE" w:rsidRPr="0020293F" w:rsidTr="0020293F">
        <w:tc>
          <w:tcPr>
            <w:tcW w:w="5211" w:type="dxa"/>
          </w:tcPr>
          <w:p w:rsidR="007D54EE" w:rsidRPr="0020293F" w:rsidRDefault="007D54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 xml:space="preserve">«____» ______________ 20___ г.  </w:t>
            </w:r>
          </w:p>
          <w:p w:rsidR="007D54EE" w:rsidRPr="0020293F" w:rsidRDefault="007D54EE">
            <w:pPr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>дата</w:t>
            </w:r>
          </w:p>
          <w:p w:rsidR="007D54EE" w:rsidRPr="0020293F" w:rsidRDefault="007D54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5" w:type="dxa"/>
          </w:tcPr>
          <w:p w:rsidR="007D54EE" w:rsidRPr="0020293F" w:rsidRDefault="007D54EE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:rsidR="007D54EE" w:rsidRPr="0020293F" w:rsidRDefault="007D5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:rsidR="007D54EE" w:rsidRPr="0020293F" w:rsidRDefault="007D54E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 xml:space="preserve">подпись заявителя </w:t>
            </w:r>
          </w:p>
          <w:p w:rsidR="007D54EE" w:rsidRPr="0020293F" w:rsidRDefault="007D54E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Default="007D54EE" w:rsidP="0059720A">
      <w:pPr>
        <w:ind w:firstLine="709"/>
        <w:jc w:val="center"/>
        <w:rPr>
          <w:b/>
          <w:bCs/>
        </w:rPr>
      </w:pPr>
    </w:p>
    <w:p w:rsidR="007D54EE" w:rsidRDefault="007D54EE" w:rsidP="0059720A">
      <w:pPr>
        <w:ind w:firstLine="709"/>
        <w:jc w:val="center"/>
        <w:rPr>
          <w:b/>
          <w:bCs/>
        </w:rPr>
      </w:pP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ПРИЛОЖЕНИЕ № 1</w:t>
      </w: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предоставления администрацией </w:t>
      </w: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Белореченского района</w:t>
      </w: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муниципальной услуги«Возврат платежей</w:t>
      </w: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физических и юридических лиц по </w:t>
      </w:r>
    </w:p>
    <w:p w:rsidR="007D54EE" w:rsidRPr="0020293F" w:rsidRDefault="007D54EE" w:rsidP="0020293F">
      <w:pPr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неналоговым доходам из бюджета</w:t>
      </w:r>
    </w:p>
    <w:p w:rsidR="007D54EE" w:rsidRPr="0020293F" w:rsidRDefault="007D54EE" w:rsidP="0020293F">
      <w:pPr>
        <w:rPr>
          <w:rFonts w:ascii="Arial" w:hAnsi="Arial" w:cs="Arial"/>
          <w:b/>
          <w:bCs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муниципального образования»</w:t>
      </w:r>
    </w:p>
    <w:p w:rsidR="007D54EE" w:rsidRPr="0020293F" w:rsidRDefault="007D54EE" w:rsidP="0020293F">
      <w:pPr>
        <w:jc w:val="center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0293F">
        <w:rPr>
          <w:rFonts w:ascii="Arial" w:hAnsi="Arial" w:cs="Arial"/>
          <w:b/>
          <w:bCs/>
          <w:sz w:val="24"/>
          <w:szCs w:val="24"/>
        </w:rPr>
        <w:t>ФОРМА ЗАЯВЛЕНИЯ</w:t>
      </w:r>
    </w:p>
    <w:p w:rsidR="007D54EE" w:rsidRPr="0020293F" w:rsidRDefault="007D54EE" w:rsidP="0020293F">
      <w:pPr>
        <w:jc w:val="center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ind w:left="5387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Главе Школьненского сельского поселения Белореченского района</w:t>
      </w:r>
    </w:p>
    <w:p w:rsidR="007D54EE" w:rsidRPr="0020293F" w:rsidRDefault="007D54EE" w:rsidP="0020293F">
      <w:pPr>
        <w:ind w:firstLine="5387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_______________________________</w:t>
      </w:r>
    </w:p>
    <w:p w:rsidR="007D54EE" w:rsidRPr="0020293F" w:rsidRDefault="007D54EE" w:rsidP="0020293F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0293F">
        <w:rPr>
          <w:rFonts w:ascii="Arial" w:hAnsi="Arial" w:cs="Arial"/>
          <w:b/>
          <w:bCs/>
          <w:sz w:val="24"/>
          <w:szCs w:val="24"/>
        </w:rPr>
        <w:t>Заявление</w:t>
      </w:r>
      <w:r w:rsidRPr="0020293F">
        <w:rPr>
          <w:rFonts w:ascii="Arial" w:hAnsi="Arial" w:cs="Arial"/>
          <w:b/>
          <w:bCs/>
          <w:sz w:val="24"/>
          <w:szCs w:val="24"/>
        </w:rPr>
        <w:br/>
        <w:t>о возврате платежа по неналоговым доходам из бюджета муниципального образования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Я, _____________________________________________________________________,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(полностью Ф.И.О. заявителя)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паспорт серии ____________ номер ____________, выдан «___» ______________ __ г.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20293F" w:rsidRDefault="007D54EE" w:rsidP="0020293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(каким органом выдан)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код подразделения _____________, контактный телефон ___________________________,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проживающий (ая) по адресу: __________________________________________ _________________________________________________________________________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прошу Вас осуществить возврат платежа, в сумме ______________________руб____коп,</w:t>
      </w:r>
    </w:p>
    <w:p w:rsidR="007D54EE" w:rsidRPr="0020293F" w:rsidRDefault="007D54EE" w:rsidP="0020293F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(__________________________________________________________________________(сумма прописью)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уплаченные: платежным поручением, квитанцией ПД-4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(нужное подчеркнуть)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№________________от______________г. на сумму___________________руб _______коп</w:t>
      </w:r>
    </w:p>
    <w:p w:rsidR="007D54EE" w:rsidRPr="0020293F" w:rsidRDefault="007D54EE" w:rsidP="0020293F">
      <w:pPr>
        <w:pStyle w:val="ConsPlusNonformat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по причине ________________________________________________________ _________________________________________________________________________</w:t>
      </w:r>
    </w:p>
    <w:p w:rsidR="007D54EE" w:rsidRPr="0020293F" w:rsidRDefault="007D54EE" w:rsidP="0020293F">
      <w:pPr>
        <w:pStyle w:val="ConsPlusNonformat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(неверной уплаты; излишне уплаченных денежных средств и т.д)</w:t>
      </w:r>
    </w:p>
    <w:p w:rsidR="007D54EE" w:rsidRPr="0020293F" w:rsidRDefault="007D54EE" w:rsidP="0020293F">
      <w:pPr>
        <w:pStyle w:val="ConsPlusNonformat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что подтверждено __________________________________________________</w:t>
      </w:r>
    </w:p>
    <w:p w:rsidR="007D54EE" w:rsidRPr="0020293F" w:rsidRDefault="007D54EE" w:rsidP="0020293F">
      <w:pPr>
        <w:pStyle w:val="ConsPlusNonformat"/>
        <w:ind w:left="2124" w:firstLine="708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(актом сверки, платежным поручением, 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 xml:space="preserve">_________________________________________________________________________  </w:t>
      </w:r>
    </w:p>
    <w:p w:rsidR="007D54EE" w:rsidRPr="0020293F" w:rsidRDefault="007D54EE" w:rsidP="0020293F">
      <w:pPr>
        <w:pStyle w:val="ConsPlusNonformat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свидетельством на право собственности и др.)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на следующие реквизиты получателя:</w:t>
      </w:r>
    </w:p>
    <w:p w:rsidR="007D54EE" w:rsidRPr="0020293F" w:rsidRDefault="007D54EE" w:rsidP="0020293F">
      <w:pPr>
        <w:pStyle w:val="ConsPlusNonformat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Наименование получателя__________________________________________________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ИНН 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20293F">
        <w:rPr>
          <w:rFonts w:ascii="Arial" w:hAnsi="Arial" w:cs="Arial"/>
          <w:sz w:val="24"/>
          <w:szCs w:val="24"/>
        </w:rPr>
        <w:t>Р/С(Л/С)___________________________ К/С _________________________________</w:t>
      </w:r>
    </w:p>
    <w:p w:rsidR="007D54EE" w:rsidRPr="0020293F" w:rsidRDefault="007D54EE" w:rsidP="0020293F">
      <w:pPr>
        <w:pStyle w:val="ConsPlusNonformat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Банк получателя___________________________________________________________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БИК _____________________________________________________________________</w:t>
      </w: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20293F" w:rsidRDefault="007D54EE" w:rsidP="002029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Прилагаются копии документов:</w:t>
      </w:r>
    </w:p>
    <w:p w:rsidR="007D54EE" w:rsidRPr="0020293F" w:rsidRDefault="007D54EE" w:rsidP="0020293F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20293F">
        <w:rPr>
          <w:rFonts w:ascii="Arial" w:hAnsi="Arial" w:cs="Arial"/>
          <w:sz w:val="24"/>
          <w:szCs w:val="24"/>
        </w:rPr>
        <w:t>__________________________</w:t>
      </w:r>
    </w:p>
    <w:p w:rsidR="007D54EE" w:rsidRPr="0020293F" w:rsidRDefault="007D54EE" w:rsidP="0020293F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7D54EE" w:rsidRPr="0020293F" w:rsidTr="003F5C1C">
        <w:tc>
          <w:tcPr>
            <w:tcW w:w="5211" w:type="dxa"/>
          </w:tcPr>
          <w:p w:rsidR="007D54EE" w:rsidRPr="0020293F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 xml:space="preserve">«____» ______________ 20___ г.  </w:t>
            </w:r>
          </w:p>
          <w:p w:rsidR="007D54EE" w:rsidRPr="0020293F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 xml:space="preserve"> дата</w:t>
            </w:r>
          </w:p>
          <w:p w:rsidR="007D54EE" w:rsidRPr="0020293F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5" w:type="dxa"/>
          </w:tcPr>
          <w:p w:rsidR="007D54EE" w:rsidRPr="0020293F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:rsidR="007D54EE" w:rsidRPr="0020293F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:rsidR="007D54EE" w:rsidRPr="0020293F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0293F">
              <w:rPr>
                <w:rFonts w:ascii="Arial" w:hAnsi="Arial" w:cs="Arial"/>
                <w:sz w:val="24"/>
                <w:szCs w:val="24"/>
              </w:rPr>
              <w:t xml:space="preserve">подпись заявителя </w:t>
            </w:r>
          </w:p>
          <w:p w:rsidR="007D54EE" w:rsidRPr="0020293F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ПРИЛОЖЕНИЕ № 2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предоставления администрацией 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Белореченского района муниципальной услуги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«Возврат платежей физических и юридических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лиц по неналоговым доходам из бюджета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муниципального образования»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9458B">
        <w:rPr>
          <w:rFonts w:ascii="Arial" w:hAnsi="Arial" w:cs="Arial"/>
          <w:b/>
          <w:bCs/>
          <w:sz w:val="24"/>
          <w:szCs w:val="24"/>
        </w:rPr>
        <w:t>ФОРМА ЗАЯВЛЕНИЯ</w:t>
      </w:r>
    </w:p>
    <w:p w:rsidR="007D54EE" w:rsidRPr="00F9458B" w:rsidRDefault="007D54EE" w:rsidP="00F9458B">
      <w:pPr>
        <w:jc w:val="center"/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ind w:left="5387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Главе Школьненского сельского поселения Белореченского района</w:t>
      </w:r>
    </w:p>
    <w:p w:rsidR="007D54EE" w:rsidRPr="00F9458B" w:rsidRDefault="007D54EE" w:rsidP="00F9458B">
      <w:pPr>
        <w:ind w:left="5387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</w:t>
      </w:r>
    </w:p>
    <w:p w:rsidR="007D54EE" w:rsidRPr="00F9458B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9458B">
        <w:rPr>
          <w:rFonts w:ascii="Arial" w:hAnsi="Arial" w:cs="Arial"/>
          <w:b/>
          <w:bCs/>
          <w:sz w:val="24"/>
          <w:szCs w:val="24"/>
        </w:rPr>
        <w:t>Заявление</w:t>
      </w:r>
      <w:r w:rsidRPr="00F9458B">
        <w:rPr>
          <w:rFonts w:ascii="Arial" w:hAnsi="Arial" w:cs="Arial"/>
          <w:b/>
          <w:bCs/>
          <w:sz w:val="24"/>
          <w:szCs w:val="24"/>
        </w:rPr>
        <w:br/>
        <w:t>о возврате платежа по неналоговым доходам из бюджета муниципального образования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От_______________________________________________________________________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(полное наименование юридического лица)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ИНН _______________ КПП ______________________ОГРН_______________________,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зарегистрированного 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(кем и когда зарегистрировано юридическое лицо)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Свидетельство о государственной регистрации № _________________ от _____________,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выдано « ____» 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F9458B">
        <w:rPr>
          <w:rFonts w:ascii="Arial" w:hAnsi="Arial" w:cs="Arial"/>
          <w:sz w:val="24"/>
          <w:szCs w:val="24"/>
        </w:rPr>
        <w:t>20____ года 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(кем и когда выдано)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Адрес местоположения, указанный в регистрационных документах 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Фактическое местоположение (полностью) 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F9458B" w:rsidRDefault="007D54EE" w:rsidP="00F9458B">
      <w:pPr>
        <w:pStyle w:val="ConsPlusNonformat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В лице 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(должность, представитель, Ф.И.О. полностью)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действующий на основании: 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(устав, положение, протокол об избрании, доверенность, иное)</w:t>
      </w:r>
    </w:p>
    <w:p w:rsidR="007D54EE" w:rsidRPr="00F9458B" w:rsidRDefault="007D54EE" w:rsidP="00F9458B">
      <w:pPr>
        <w:pStyle w:val="ConsPlusNonformat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контактный телефон ______________________________________________________.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Прошу Вас осуществить возврат платежа, в сумме ______________________руб____коп,</w:t>
      </w:r>
    </w:p>
    <w:p w:rsidR="007D54EE" w:rsidRPr="00F9458B" w:rsidRDefault="007D54EE" w:rsidP="00F9458B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(__________________________________________________________________________ (сумма прописью)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уплаченные: платежным поручением, квитанцией ПД-4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(нужное подчеркнуть)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№________________от______________г. на сумму___________________руб _______коп</w:t>
      </w:r>
    </w:p>
    <w:p w:rsidR="007D54EE" w:rsidRPr="00F9458B" w:rsidRDefault="007D54EE" w:rsidP="00F9458B">
      <w:pPr>
        <w:pStyle w:val="ConsPlusNonformat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по причине __________________________________________________________________ ________________________________________________________________________,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(неверной уплаты; излишне уплаченных денежных средств и т.д)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что подтверждено 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(актом сверки, платежным поручением, 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_________________________________________________________________________ 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свидетельством на право собственности и др.)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на следующие реквизиты получателя: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Наименование получателя__________________________________________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ИНН _______________________________________________________________________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Р/С(Л/С)___________________________ К/С _________________________________</w:t>
      </w:r>
    </w:p>
    <w:p w:rsidR="007D54EE" w:rsidRPr="00F9458B" w:rsidRDefault="007D54EE" w:rsidP="00F9458B">
      <w:pPr>
        <w:pStyle w:val="ConsPlusNonformat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Банк получателя___________________________________________________________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БИК_____________________________________________________________________</w:t>
      </w:r>
    </w:p>
    <w:p w:rsidR="007D54EE" w:rsidRPr="00F9458B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Прилагаются копии документов:</w:t>
      </w: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</w:t>
      </w: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7D54EE" w:rsidRPr="00F9458B" w:rsidTr="003F5C1C">
        <w:tc>
          <w:tcPr>
            <w:tcW w:w="5211" w:type="dxa"/>
          </w:tcPr>
          <w:p w:rsidR="007D54EE" w:rsidRPr="00F9458B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F9458B">
              <w:rPr>
                <w:rFonts w:ascii="Arial" w:hAnsi="Arial" w:cs="Arial"/>
                <w:sz w:val="24"/>
                <w:szCs w:val="24"/>
              </w:rPr>
              <w:t xml:space="preserve">«____» ______________ 20___ г. </w:t>
            </w:r>
          </w:p>
          <w:p w:rsidR="007D54EE" w:rsidRPr="00F9458B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  <w:r w:rsidRPr="00F9458B">
              <w:rPr>
                <w:rFonts w:ascii="Arial" w:hAnsi="Arial" w:cs="Arial"/>
                <w:sz w:val="24"/>
                <w:szCs w:val="24"/>
              </w:rPr>
              <w:t>дата</w:t>
            </w:r>
          </w:p>
          <w:p w:rsidR="007D54EE" w:rsidRPr="00F9458B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5" w:type="dxa"/>
          </w:tcPr>
          <w:p w:rsidR="007D54EE" w:rsidRPr="00F9458B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:rsidR="007D54EE" w:rsidRPr="00F9458B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458B">
              <w:rPr>
                <w:rFonts w:ascii="Arial" w:hAnsi="Arial" w:cs="Arial"/>
                <w:sz w:val="24"/>
                <w:szCs w:val="24"/>
              </w:rPr>
              <w:t>______________</w:t>
            </w:r>
          </w:p>
          <w:p w:rsidR="007D54EE" w:rsidRPr="00F9458B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458B">
              <w:rPr>
                <w:rFonts w:ascii="Arial" w:hAnsi="Arial" w:cs="Arial"/>
                <w:sz w:val="24"/>
                <w:szCs w:val="24"/>
              </w:rPr>
              <w:t xml:space="preserve">подпись заявителя </w:t>
            </w:r>
          </w:p>
          <w:p w:rsidR="007D54EE" w:rsidRPr="00F9458B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Default="007D54EE" w:rsidP="00F9458B">
      <w:pPr>
        <w:ind w:right="612"/>
        <w:jc w:val="center"/>
      </w:pPr>
    </w:p>
    <w:p w:rsidR="007D54EE" w:rsidRPr="00F9458B" w:rsidRDefault="007D54EE" w:rsidP="00F9458B">
      <w:pPr>
        <w:ind w:right="612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ПРИЛОЖЕНИЕ № 2</w:t>
      </w:r>
    </w:p>
    <w:p w:rsidR="007D54EE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к административному регламенту </w:t>
      </w:r>
    </w:p>
    <w:p w:rsidR="007D54EE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предоставления администрацией </w:t>
      </w:r>
    </w:p>
    <w:p w:rsidR="007D54EE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7D54EE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Белореченского района муниципальной услуги</w:t>
      </w:r>
    </w:p>
    <w:p w:rsidR="007D54EE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«Возврат платежей физических и юридических </w:t>
      </w:r>
    </w:p>
    <w:p w:rsidR="007D54EE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лиц по неналоговым доходам из бюджета</w:t>
      </w:r>
    </w:p>
    <w:p w:rsidR="007D54EE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муниципального образования»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9458B">
        <w:rPr>
          <w:rFonts w:ascii="Arial" w:hAnsi="Arial" w:cs="Arial"/>
          <w:b/>
          <w:bCs/>
          <w:sz w:val="24"/>
          <w:szCs w:val="24"/>
        </w:rPr>
        <w:t>ФОРМА ЗАЯВЛЕНИЯ</w:t>
      </w:r>
    </w:p>
    <w:p w:rsidR="007D54EE" w:rsidRPr="00F9458B" w:rsidRDefault="007D54EE" w:rsidP="00F9458B">
      <w:pPr>
        <w:jc w:val="center"/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ind w:left="5387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Главе Школьненского сельского поселения Белореченского района</w:t>
      </w:r>
    </w:p>
    <w:p w:rsidR="007D54EE" w:rsidRPr="00F9458B" w:rsidRDefault="007D54EE" w:rsidP="00F9458B">
      <w:pPr>
        <w:ind w:firstLine="5387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</w:t>
      </w:r>
    </w:p>
    <w:p w:rsidR="007D54EE" w:rsidRPr="00F9458B" w:rsidRDefault="007D54EE" w:rsidP="00F9458B">
      <w:pPr>
        <w:ind w:firstLine="5245"/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F9458B">
        <w:rPr>
          <w:rFonts w:ascii="Arial" w:hAnsi="Arial" w:cs="Arial"/>
          <w:b/>
          <w:bCs/>
          <w:sz w:val="24"/>
          <w:szCs w:val="24"/>
        </w:rPr>
        <w:t>Заявление</w:t>
      </w:r>
      <w:r w:rsidRPr="00F9458B">
        <w:rPr>
          <w:rFonts w:ascii="Arial" w:hAnsi="Arial" w:cs="Arial"/>
          <w:b/>
          <w:bCs/>
          <w:sz w:val="24"/>
          <w:szCs w:val="24"/>
        </w:rPr>
        <w:br/>
        <w:t>о возврате платежа по неналоговым доходам из бюджета муниципального образования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Я, _____________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Иванов Иван Иванович</w:t>
      </w:r>
      <w:r w:rsidRPr="00F9458B">
        <w:rPr>
          <w:rFonts w:ascii="Arial" w:hAnsi="Arial" w:cs="Arial"/>
          <w:sz w:val="24"/>
          <w:szCs w:val="24"/>
        </w:rPr>
        <w:t>___________________________________,</w:t>
      </w:r>
    </w:p>
    <w:p w:rsidR="007D54EE" w:rsidRPr="00F9458B" w:rsidRDefault="007D54EE" w:rsidP="00F9458B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 (полностью Ф.И.О. заявителя)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паспорт серии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_03 58</w:t>
      </w:r>
      <w:r w:rsidRPr="00F9458B">
        <w:rPr>
          <w:rFonts w:ascii="Arial" w:hAnsi="Arial" w:cs="Arial"/>
          <w:sz w:val="24"/>
          <w:szCs w:val="24"/>
        </w:rPr>
        <w:t xml:space="preserve"> номер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_458976</w:t>
      </w:r>
      <w:r w:rsidRPr="00F9458B">
        <w:rPr>
          <w:rFonts w:ascii="Arial" w:hAnsi="Arial" w:cs="Arial"/>
          <w:sz w:val="24"/>
          <w:szCs w:val="24"/>
        </w:rPr>
        <w:t xml:space="preserve"> , выдан «_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18</w:t>
      </w:r>
      <w:r w:rsidRPr="00F9458B">
        <w:rPr>
          <w:rFonts w:ascii="Arial" w:hAnsi="Arial" w:cs="Arial"/>
          <w:sz w:val="24"/>
          <w:szCs w:val="24"/>
        </w:rPr>
        <w:t>_»__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февраля </w:t>
      </w:r>
      <w:r w:rsidRPr="00F9458B">
        <w:rPr>
          <w:rFonts w:ascii="Arial" w:hAnsi="Arial" w:cs="Arial"/>
          <w:sz w:val="24"/>
          <w:szCs w:val="24"/>
        </w:rPr>
        <w:t>___ 2001 г.</w:t>
      </w:r>
    </w:p>
    <w:p w:rsidR="007D54EE" w:rsidRPr="00F9458B" w:rsidRDefault="007D54EE" w:rsidP="00F9458B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УВД Западного округа города Краснодара _________________ </w:t>
      </w:r>
    </w:p>
    <w:p w:rsidR="007D54EE" w:rsidRPr="00F9458B" w:rsidRDefault="007D54EE" w:rsidP="00F9458B">
      <w:pPr>
        <w:jc w:val="center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(каким органом выдан)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код подразделения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000-000 </w:t>
      </w:r>
      <w:r w:rsidRPr="00F9458B">
        <w:rPr>
          <w:rFonts w:ascii="Arial" w:hAnsi="Arial" w:cs="Arial"/>
          <w:sz w:val="24"/>
          <w:szCs w:val="24"/>
        </w:rPr>
        <w:t>, контактный телефона ___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8918258594</w:t>
      </w:r>
      <w:r w:rsidRPr="00F9458B">
        <w:rPr>
          <w:rFonts w:ascii="Arial" w:hAnsi="Arial" w:cs="Arial"/>
          <w:sz w:val="24"/>
          <w:szCs w:val="24"/>
        </w:rPr>
        <w:t>,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проживающий (ая) по адресу: __________________________________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г. Краснодар, ул. Советская, д. 10, кв. 2, </w:t>
      </w:r>
    </w:p>
    <w:p w:rsidR="007D54EE" w:rsidRPr="00F9458B" w:rsidRDefault="007D54EE" w:rsidP="00F9458B">
      <w:pPr>
        <w:jc w:val="center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(полностью место фактического проживания)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прошу Вас осуществить возврат платежа, в сумме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10 000 </w:t>
      </w:r>
      <w:r w:rsidRPr="00F9458B">
        <w:rPr>
          <w:rFonts w:ascii="Arial" w:hAnsi="Arial" w:cs="Arial"/>
          <w:sz w:val="24"/>
          <w:szCs w:val="24"/>
        </w:rPr>
        <w:t>руб.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00 </w:t>
      </w:r>
      <w:r w:rsidRPr="00F9458B">
        <w:rPr>
          <w:rFonts w:ascii="Arial" w:hAnsi="Arial" w:cs="Arial"/>
          <w:sz w:val="24"/>
          <w:szCs w:val="24"/>
        </w:rPr>
        <w:t>коп.,</w:t>
      </w:r>
    </w:p>
    <w:p w:rsidR="007D54EE" w:rsidRPr="00F9458B" w:rsidRDefault="007D54EE" w:rsidP="00F9458B">
      <w:pPr>
        <w:jc w:val="center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( десять тысяч рублей 00 копеек)</w:t>
      </w:r>
      <w:r w:rsidRPr="00F9458B">
        <w:rPr>
          <w:rFonts w:ascii="Arial" w:hAnsi="Arial" w:cs="Arial"/>
          <w:sz w:val="24"/>
          <w:szCs w:val="24"/>
        </w:rPr>
        <w:t>_________________________ (сумма прописью)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уплаченные: платежным поручением, </w:t>
      </w:r>
      <w:r w:rsidRPr="00F9458B">
        <w:rPr>
          <w:rFonts w:ascii="Arial" w:hAnsi="Arial" w:cs="Arial"/>
          <w:sz w:val="24"/>
          <w:szCs w:val="24"/>
          <w:u w:val="single"/>
        </w:rPr>
        <w:t>квитанцией ПД-4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(нужное подчеркнуть)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№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2121 </w:t>
      </w:r>
      <w:r w:rsidRPr="00F9458B">
        <w:rPr>
          <w:rFonts w:ascii="Arial" w:hAnsi="Arial" w:cs="Arial"/>
          <w:sz w:val="24"/>
          <w:szCs w:val="24"/>
        </w:rPr>
        <w:t xml:space="preserve">от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11.01.2016 </w:t>
      </w:r>
      <w:r w:rsidRPr="00F9458B">
        <w:rPr>
          <w:rFonts w:ascii="Arial" w:hAnsi="Arial" w:cs="Arial"/>
          <w:sz w:val="24"/>
          <w:szCs w:val="24"/>
        </w:rPr>
        <w:t>г. на сумму</w:t>
      </w:r>
      <w:r>
        <w:rPr>
          <w:rFonts w:ascii="Arial" w:hAnsi="Arial" w:cs="Arial"/>
          <w:sz w:val="24"/>
          <w:szCs w:val="24"/>
        </w:rPr>
        <w:t xml:space="preserve">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10</w:t>
      </w:r>
      <w:r>
        <w:rPr>
          <w:rFonts w:ascii="Arial" w:hAnsi="Arial" w:cs="Arial"/>
          <w:i/>
          <w:iCs/>
          <w:sz w:val="24"/>
          <w:szCs w:val="24"/>
          <w:u w:val="single"/>
        </w:rPr>
        <w:t> 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000</w:t>
      </w:r>
      <w:r>
        <w:rPr>
          <w:rFonts w:ascii="Arial" w:hAnsi="Arial" w:cs="Arial"/>
          <w:i/>
          <w:iCs/>
          <w:sz w:val="24"/>
          <w:szCs w:val="24"/>
          <w:u w:val="single"/>
        </w:rPr>
        <w:t xml:space="preserve"> </w:t>
      </w:r>
      <w:r w:rsidRPr="00F9458B">
        <w:rPr>
          <w:rFonts w:ascii="Arial" w:hAnsi="Arial" w:cs="Arial"/>
          <w:sz w:val="24"/>
          <w:szCs w:val="24"/>
        </w:rPr>
        <w:t xml:space="preserve">руб.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00</w:t>
      </w:r>
      <w:r w:rsidRPr="00F9458B">
        <w:rPr>
          <w:rFonts w:ascii="Arial" w:hAnsi="Arial" w:cs="Arial"/>
          <w:sz w:val="24"/>
          <w:szCs w:val="24"/>
        </w:rPr>
        <w:t xml:space="preserve"> коп.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по причине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неверной уплаты</w:t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>
        <w:rPr>
          <w:rFonts w:ascii="Arial" w:hAnsi="Arial" w:cs="Arial"/>
          <w:i/>
          <w:iCs/>
          <w:sz w:val="24"/>
          <w:szCs w:val="24"/>
          <w:u w:val="single"/>
        </w:rPr>
        <w:tab/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</w:t>
      </w:r>
      <w:r w:rsidRPr="00F9458B">
        <w:rPr>
          <w:rFonts w:ascii="Arial" w:hAnsi="Arial" w:cs="Arial"/>
          <w:sz w:val="24"/>
          <w:szCs w:val="24"/>
        </w:rPr>
        <w:t>,</w:t>
      </w:r>
    </w:p>
    <w:p w:rsidR="007D54EE" w:rsidRPr="00F9458B" w:rsidRDefault="007D54EE" w:rsidP="00F9458B">
      <w:pPr>
        <w:jc w:val="center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_________________________________________________________________________неверной уплаты; излишне уплаченных денежных средств и т.д)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что подтверждено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актом сверки взаимных расчетов</w:t>
      </w:r>
      <w:r w:rsidRPr="00F9458B">
        <w:rPr>
          <w:rFonts w:ascii="Arial" w:hAnsi="Arial" w:cs="Arial"/>
          <w:sz w:val="24"/>
          <w:szCs w:val="24"/>
        </w:rPr>
        <w:t>_____________________</w:t>
      </w:r>
    </w:p>
    <w:p w:rsidR="007D54EE" w:rsidRPr="00F9458B" w:rsidRDefault="007D54EE" w:rsidP="00F9458B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(актом сверки, платежным поручением, 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F9458B" w:rsidRDefault="007D54EE" w:rsidP="00F9458B">
      <w:pPr>
        <w:ind w:left="1416" w:firstLine="708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свидетельством на право собственности и др.)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на следующие реквизиты получателя: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 xml:space="preserve">Наименование получателя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Иванов Иван Иванович</w:t>
      </w:r>
      <w:r w:rsidRPr="00F9458B">
        <w:rPr>
          <w:rFonts w:ascii="Arial" w:hAnsi="Arial" w:cs="Arial"/>
          <w:sz w:val="24"/>
          <w:szCs w:val="24"/>
        </w:rPr>
        <w:t>________________________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____________________________________________________________________</w:t>
      </w:r>
    </w:p>
    <w:p w:rsidR="007D54EE" w:rsidRPr="00F9458B" w:rsidRDefault="007D54EE" w:rsidP="00F9458B">
      <w:pPr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ИНН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000000000 </w:t>
      </w:r>
      <w:r w:rsidRPr="00F9458B">
        <w:rPr>
          <w:rFonts w:ascii="Arial" w:hAnsi="Arial" w:cs="Arial"/>
          <w:sz w:val="24"/>
          <w:szCs w:val="24"/>
        </w:rPr>
        <w:t xml:space="preserve">___________________________________________ Р/С(Л/С)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00000000000000000000000 </w:t>
      </w:r>
      <w:r w:rsidRPr="00F9458B">
        <w:rPr>
          <w:rFonts w:ascii="Arial" w:hAnsi="Arial" w:cs="Arial"/>
          <w:sz w:val="24"/>
          <w:szCs w:val="24"/>
        </w:rPr>
        <w:t xml:space="preserve">К/С 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>00000000000000000000</w:t>
      </w:r>
      <w:r w:rsidRPr="00F9458B">
        <w:rPr>
          <w:rFonts w:ascii="Arial" w:hAnsi="Arial" w:cs="Arial"/>
          <w:sz w:val="24"/>
          <w:szCs w:val="24"/>
        </w:rPr>
        <w:t>___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Банк получателя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ОАО «Крайинвестбанк» </w:t>
      </w:r>
    </w:p>
    <w:p w:rsidR="007D54EE" w:rsidRPr="00F9458B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БИК</w:t>
      </w:r>
      <w:r w:rsidRPr="00F9458B">
        <w:rPr>
          <w:rFonts w:ascii="Arial" w:hAnsi="Arial" w:cs="Arial"/>
          <w:i/>
          <w:iCs/>
          <w:sz w:val="24"/>
          <w:szCs w:val="24"/>
          <w:u w:val="single"/>
        </w:rPr>
        <w:t xml:space="preserve"> 000000000</w:t>
      </w:r>
      <w:r w:rsidRPr="00F9458B">
        <w:rPr>
          <w:rFonts w:ascii="Arial" w:hAnsi="Arial" w:cs="Arial"/>
          <w:sz w:val="24"/>
          <w:szCs w:val="24"/>
        </w:rPr>
        <w:t>_______________________________________________</w:t>
      </w: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F9458B">
        <w:rPr>
          <w:rFonts w:ascii="Arial" w:hAnsi="Arial" w:cs="Arial"/>
          <w:sz w:val="24"/>
          <w:szCs w:val="24"/>
        </w:rPr>
        <w:t>Прилагаются копии документов:</w:t>
      </w: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F9458B">
        <w:rPr>
          <w:rFonts w:ascii="Arial" w:hAnsi="Arial" w:cs="Arial"/>
          <w:i/>
          <w:iCs/>
          <w:sz w:val="24"/>
          <w:szCs w:val="24"/>
        </w:rPr>
        <w:t>копия квитанции ПД-4;</w:t>
      </w: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F9458B">
        <w:rPr>
          <w:rFonts w:ascii="Arial" w:hAnsi="Arial" w:cs="Arial"/>
          <w:i/>
          <w:iCs/>
          <w:sz w:val="24"/>
          <w:szCs w:val="24"/>
        </w:rPr>
        <w:t>копия акта-сверки расчетов.</w:t>
      </w:r>
    </w:p>
    <w:p w:rsidR="007D54EE" w:rsidRPr="00F9458B" w:rsidRDefault="007D54EE" w:rsidP="00F9458B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7D54EE" w:rsidRPr="00F9458B" w:rsidTr="003F5C1C">
        <w:tc>
          <w:tcPr>
            <w:tcW w:w="5211" w:type="dxa"/>
          </w:tcPr>
          <w:p w:rsidR="007D54EE" w:rsidRPr="00F9458B" w:rsidRDefault="007D54EE" w:rsidP="003F5C1C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</w:pPr>
            <w:r w:rsidRPr="00F9458B"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  <w:t>12 февраля 2016 года</w:t>
            </w:r>
          </w:p>
          <w:p w:rsidR="007D54EE" w:rsidRPr="00F9458B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  <w:r w:rsidRPr="00F9458B">
              <w:rPr>
                <w:rFonts w:ascii="Arial" w:hAnsi="Arial" w:cs="Arial"/>
                <w:sz w:val="24"/>
                <w:szCs w:val="24"/>
              </w:rPr>
              <w:t>дата</w:t>
            </w:r>
          </w:p>
          <w:p w:rsidR="007D54EE" w:rsidRPr="00F9458B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5" w:type="dxa"/>
          </w:tcPr>
          <w:p w:rsidR="007D54EE" w:rsidRPr="00F9458B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:rsidR="007D54EE" w:rsidRPr="00F9458B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458B">
              <w:rPr>
                <w:rFonts w:ascii="Arial" w:hAnsi="Arial" w:cs="Arial"/>
                <w:sz w:val="24"/>
                <w:szCs w:val="24"/>
              </w:rPr>
              <w:t>_</w:t>
            </w:r>
            <w:r w:rsidRPr="00F9458B"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  <w:t>И.И.Иванов</w:t>
            </w:r>
            <w:r w:rsidRPr="00F9458B">
              <w:rPr>
                <w:rFonts w:ascii="Arial" w:hAnsi="Arial" w:cs="Arial"/>
                <w:sz w:val="24"/>
                <w:szCs w:val="24"/>
              </w:rPr>
              <w:t>_</w:t>
            </w:r>
          </w:p>
          <w:p w:rsidR="007D54EE" w:rsidRPr="00F9458B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9458B">
              <w:rPr>
                <w:rFonts w:ascii="Arial" w:hAnsi="Arial" w:cs="Arial"/>
                <w:sz w:val="24"/>
                <w:szCs w:val="24"/>
              </w:rPr>
              <w:t xml:space="preserve">подпись заявителя </w:t>
            </w:r>
          </w:p>
          <w:p w:rsidR="007D54EE" w:rsidRPr="00F9458B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Default="007D54EE" w:rsidP="0059720A">
      <w:pPr>
        <w:ind w:firstLine="709"/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Pr="006F1E69" w:rsidRDefault="007D54EE" w:rsidP="00F9458B">
      <w:pPr>
        <w:ind w:right="612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ПРИЛОЖЕНИЕ № 2</w:t>
      </w: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к административному регламенту</w:t>
      </w: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предоставления администрацией</w:t>
      </w: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Школьненского сельского поселения</w:t>
      </w: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Белореченского района муниципальной услуги</w:t>
      </w: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«Возврат платежей физических и юридических</w:t>
      </w: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лиц по неналоговым доходам из бюджета</w:t>
      </w: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муниципального образования»</w:t>
      </w:r>
    </w:p>
    <w:p w:rsidR="007D54EE" w:rsidRPr="006F1E69" w:rsidRDefault="007D54EE" w:rsidP="00F9458B">
      <w:pPr>
        <w:jc w:val="center"/>
        <w:rPr>
          <w:rFonts w:ascii="Arial" w:hAnsi="Arial" w:cs="Arial"/>
          <w:sz w:val="24"/>
          <w:szCs w:val="24"/>
        </w:rPr>
      </w:pPr>
    </w:p>
    <w:p w:rsidR="007D54EE" w:rsidRPr="006F1E69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F1E69">
        <w:rPr>
          <w:rFonts w:ascii="Arial" w:hAnsi="Arial" w:cs="Arial"/>
          <w:b/>
          <w:bCs/>
          <w:sz w:val="24"/>
          <w:szCs w:val="24"/>
        </w:rPr>
        <w:t>ФОРМА ЗАЯВЛЕНИЯ</w:t>
      </w:r>
    </w:p>
    <w:p w:rsidR="007D54EE" w:rsidRPr="006F1E69" w:rsidRDefault="007D54EE" w:rsidP="00F9458B">
      <w:pPr>
        <w:jc w:val="center"/>
        <w:rPr>
          <w:rFonts w:ascii="Arial" w:hAnsi="Arial" w:cs="Arial"/>
          <w:sz w:val="24"/>
          <w:szCs w:val="24"/>
        </w:rPr>
      </w:pPr>
    </w:p>
    <w:p w:rsidR="007D54EE" w:rsidRPr="006F1E69" w:rsidRDefault="007D54EE" w:rsidP="00F9458B">
      <w:pPr>
        <w:ind w:left="5387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Главе Школьненского сельского поселения  Белореченского района</w:t>
      </w:r>
    </w:p>
    <w:p w:rsidR="007D54EE" w:rsidRPr="006F1E69" w:rsidRDefault="007D54EE" w:rsidP="00F9458B">
      <w:pPr>
        <w:ind w:firstLine="5387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_______________________________</w:t>
      </w:r>
    </w:p>
    <w:p w:rsidR="007D54EE" w:rsidRPr="006F1E69" w:rsidRDefault="007D54EE" w:rsidP="00F9458B">
      <w:pPr>
        <w:ind w:firstLine="5245"/>
        <w:rPr>
          <w:rFonts w:ascii="Arial" w:hAnsi="Arial" w:cs="Arial"/>
          <w:sz w:val="24"/>
          <w:szCs w:val="24"/>
        </w:rPr>
      </w:pPr>
    </w:p>
    <w:p w:rsidR="007D54EE" w:rsidRPr="006F1E69" w:rsidRDefault="007D54EE" w:rsidP="00F9458B">
      <w:pPr>
        <w:rPr>
          <w:rFonts w:ascii="Arial" w:hAnsi="Arial" w:cs="Arial"/>
          <w:sz w:val="24"/>
          <w:szCs w:val="24"/>
        </w:rPr>
      </w:pPr>
    </w:p>
    <w:p w:rsidR="007D54EE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F1E69">
        <w:rPr>
          <w:rFonts w:ascii="Arial" w:hAnsi="Arial" w:cs="Arial"/>
          <w:b/>
          <w:bCs/>
          <w:sz w:val="24"/>
          <w:szCs w:val="24"/>
        </w:rPr>
        <w:t>Заявление</w:t>
      </w:r>
    </w:p>
    <w:p w:rsidR="007D54EE" w:rsidRPr="006F1E69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6F1E69">
        <w:rPr>
          <w:rFonts w:ascii="Arial" w:hAnsi="Arial" w:cs="Arial"/>
          <w:b/>
          <w:bCs/>
          <w:sz w:val="24"/>
          <w:szCs w:val="24"/>
        </w:rPr>
        <w:t>о возврате платежа по неналоговым доходам из бюджета муниципального образования</w:t>
      </w:r>
    </w:p>
    <w:p w:rsidR="007D54EE" w:rsidRPr="006F1E69" w:rsidRDefault="007D54EE" w:rsidP="00F9458B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7D54EE" w:rsidRPr="006F1E69" w:rsidRDefault="007D54EE" w:rsidP="00F9458B">
      <w:pPr>
        <w:pStyle w:val="ConsPlusNonformat"/>
        <w:ind w:firstLine="720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От____________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ООО «Звезда»</w:t>
      </w:r>
      <w:r w:rsidRPr="006F1E69">
        <w:rPr>
          <w:rFonts w:ascii="Arial" w:hAnsi="Arial" w:cs="Arial"/>
          <w:sz w:val="24"/>
          <w:szCs w:val="24"/>
        </w:rPr>
        <w:t>________________________________,</w:t>
      </w:r>
    </w:p>
    <w:p w:rsidR="007D54EE" w:rsidRPr="006F1E69" w:rsidRDefault="007D54EE" w:rsidP="006F1E69">
      <w:pPr>
        <w:pStyle w:val="ConsPlusNonformat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(полное наименование юридического лица)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6F1E69" w:rsidRDefault="007D54EE" w:rsidP="006F1E69">
      <w:pPr>
        <w:pStyle w:val="ConsPlusNonformat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ИНН 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000000000</w:t>
      </w:r>
      <w:r w:rsidRPr="006F1E69">
        <w:rPr>
          <w:rFonts w:ascii="Arial" w:hAnsi="Arial" w:cs="Arial"/>
          <w:sz w:val="24"/>
          <w:szCs w:val="24"/>
        </w:rPr>
        <w:t>____ КПП 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00000000</w:t>
      </w:r>
      <w:r w:rsidRPr="006F1E69">
        <w:rPr>
          <w:rFonts w:ascii="Arial" w:hAnsi="Arial" w:cs="Arial"/>
          <w:sz w:val="24"/>
          <w:szCs w:val="24"/>
        </w:rPr>
        <w:t>________ОГРН________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00000000000</w:t>
      </w:r>
      <w:r w:rsidRPr="006F1E69">
        <w:rPr>
          <w:rFonts w:ascii="Arial" w:hAnsi="Arial" w:cs="Arial"/>
          <w:sz w:val="24"/>
          <w:szCs w:val="24"/>
        </w:rPr>
        <w:t>____,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зарегистрированного _______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ИФНС № 0000</w:t>
      </w:r>
      <w:r w:rsidRPr="006F1E69">
        <w:rPr>
          <w:rFonts w:ascii="Arial" w:hAnsi="Arial" w:cs="Arial"/>
          <w:sz w:val="24"/>
          <w:szCs w:val="24"/>
        </w:rPr>
        <w:t>______________________________</w:t>
      </w:r>
    </w:p>
    <w:p w:rsidR="007D54EE" w:rsidRPr="006F1E69" w:rsidRDefault="007D54EE" w:rsidP="006F1E69">
      <w:pPr>
        <w:pStyle w:val="ConsPlusNonformat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(кем и когда зарегистрировано юридическое лицо)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Свидетельство о государственной регистрации № _____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0000</w:t>
      </w:r>
      <w:r w:rsidRPr="006F1E69">
        <w:rPr>
          <w:rFonts w:ascii="Arial" w:hAnsi="Arial" w:cs="Arial"/>
          <w:sz w:val="24"/>
          <w:szCs w:val="24"/>
        </w:rPr>
        <w:t>_____ от 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00.00.0000</w:t>
      </w:r>
      <w:r w:rsidRPr="006F1E69">
        <w:rPr>
          <w:rFonts w:ascii="Arial" w:hAnsi="Arial" w:cs="Arial"/>
          <w:sz w:val="24"/>
          <w:szCs w:val="24"/>
        </w:rPr>
        <w:t>____,</w:t>
      </w:r>
    </w:p>
    <w:p w:rsidR="007D54EE" w:rsidRPr="006F1E69" w:rsidRDefault="007D54EE" w:rsidP="006F1E69">
      <w:pPr>
        <w:pStyle w:val="ConsPlusNonformat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выдано « 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</w:t>
      </w:r>
      <w:r w:rsidRPr="006F1E69">
        <w:rPr>
          <w:rFonts w:ascii="Arial" w:hAnsi="Arial" w:cs="Arial"/>
          <w:sz w:val="24"/>
          <w:szCs w:val="24"/>
        </w:rPr>
        <w:t>_» 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</w:t>
      </w:r>
      <w:r w:rsidRPr="006F1E69">
        <w:rPr>
          <w:rFonts w:ascii="Arial" w:hAnsi="Arial" w:cs="Arial"/>
          <w:sz w:val="24"/>
          <w:szCs w:val="24"/>
        </w:rPr>
        <w:t>___________20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</w:t>
      </w:r>
      <w:r w:rsidRPr="006F1E69">
        <w:rPr>
          <w:rFonts w:ascii="Arial" w:hAnsi="Arial" w:cs="Arial"/>
          <w:sz w:val="24"/>
          <w:szCs w:val="24"/>
        </w:rPr>
        <w:t xml:space="preserve"> года ___________________________________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i/>
          <w:iCs/>
          <w:sz w:val="24"/>
          <w:szCs w:val="24"/>
          <w:u w:val="single"/>
        </w:rPr>
        <w:t>ИФНС № 0000</w:t>
      </w:r>
      <w:r w:rsidRPr="006F1E69">
        <w:rPr>
          <w:rFonts w:ascii="Arial" w:hAnsi="Arial" w:cs="Arial"/>
          <w:sz w:val="24"/>
          <w:szCs w:val="24"/>
        </w:rPr>
        <w:t>___________________________________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 xml:space="preserve"> (кем и когда выдано)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Адрес местоположения, указанный в регистрационных документах 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i/>
          <w:iCs/>
          <w:sz w:val="24"/>
          <w:szCs w:val="24"/>
          <w:u w:val="single"/>
        </w:rPr>
        <w:t>г. Краснодар, ул. Заводская, 300</w:t>
      </w:r>
      <w:r w:rsidRPr="006F1E69">
        <w:rPr>
          <w:rFonts w:ascii="Arial" w:hAnsi="Arial" w:cs="Arial"/>
          <w:sz w:val="24"/>
          <w:szCs w:val="24"/>
        </w:rPr>
        <w:t>_____________________________________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Фактическое местоположение (полностью) ______________________________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i/>
          <w:iCs/>
          <w:sz w:val="24"/>
          <w:szCs w:val="24"/>
          <w:u w:val="single"/>
        </w:rPr>
        <w:t>г. Краснодар, ул. Заводская, 300</w:t>
      </w:r>
      <w:r w:rsidRPr="006F1E69">
        <w:rPr>
          <w:rFonts w:ascii="Arial" w:hAnsi="Arial" w:cs="Arial"/>
          <w:sz w:val="24"/>
          <w:szCs w:val="24"/>
        </w:rPr>
        <w:t>_____________________________________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В лице _______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генерального директора Иванова Ивана Ивановича</w:t>
      </w:r>
      <w:r w:rsidRPr="006F1E69">
        <w:rPr>
          <w:rFonts w:ascii="Arial" w:hAnsi="Arial" w:cs="Arial"/>
          <w:sz w:val="24"/>
          <w:szCs w:val="24"/>
        </w:rPr>
        <w:t>_____________</w:t>
      </w:r>
    </w:p>
    <w:p w:rsidR="007D54EE" w:rsidRPr="006F1E69" w:rsidRDefault="007D54EE" w:rsidP="006F1E69">
      <w:pPr>
        <w:pStyle w:val="ConsPlusNonformat"/>
        <w:ind w:left="708" w:firstLine="708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(должность, представитель, Ф.И.О. полностью)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_________________________________________________________________________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 xml:space="preserve">действующий на основании: 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Устава</w:t>
      </w:r>
      <w:r w:rsidRPr="006F1E69">
        <w:rPr>
          <w:rFonts w:ascii="Arial" w:hAnsi="Arial" w:cs="Arial"/>
          <w:sz w:val="24"/>
          <w:szCs w:val="24"/>
        </w:rPr>
        <w:t>______________________________________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(устав, положение, протокол об избрании, доверенность, иное)</w:t>
      </w:r>
    </w:p>
    <w:p w:rsidR="007D54EE" w:rsidRPr="006F1E69" w:rsidRDefault="007D54EE" w:rsidP="00F9458B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контактный телефон _______________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8918258594</w:t>
      </w:r>
      <w:r w:rsidRPr="006F1E69">
        <w:rPr>
          <w:rFonts w:ascii="Arial" w:hAnsi="Arial" w:cs="Arial"/>
          <w:sz w:val="24"/>
          <w:szCs w:val="24"/>
        </w:rPr>
        <w:t>_____________________________.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прошу Вас осуществить возврат платежа, в сумме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10 000 </w:t>
      </w:r>
      <w:r w:rsidRPr="006F1E69">
        <w:rPr>
          <w:rFonts w:ascii="Arial" w:hAnsi="Arial" w:cs="Arial"/>
          <w:sz w:val="24"/>
          <w:szCs w:val="24"/>
        </w:rPr>
        <w:t xml:space="preserve">руб. 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00 </w:t>
      </w:r>
      <w:r w:rsidRPr="006F1E69">
        <w:rPr>
          <w:rFonts w:ascii="Arial" w:hAnsi="Arial" w:cs="Arial"/>
          <w:sz w:val="24"/>
          <w:szCs w:val="24"/>
        </w:rPr>
        <w:t>коп.,</w:t>
      </w:r>
    </w:p>
    <w:p w:rsidR="007D54EE" w:rsidRPr="006F1E69" w:rsidRDefault="007D54EE" w:rsidP="00F9458B">
      <w:pPr>
        <w:jc w:val="center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__________________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( десять тысяч рублей 00 копеек)</w:t>
      </w:r>
      <w:r w:rsidRPr="006F1E69">
        <w:rPr>
          <w:rFonts w:ascii="Arial" w:hAnsi="Arial" w:cs="Arial"/>
          <w:sz w:val="24"/>
          <w:szCs w:val="24"/>
        </w:rPr>
        <w:t>____________ (сумма прописью)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 xml:space="preserve">уплаченные: платежным поручением, </w:t>
      </w:r>
      <w:r w:rsidRPr="006F1E69">
        <w:rPr>
          <w:rFonts w:ascii="Arial" w:hAnsi="Arial" w:cs="Arial"/>
          <w:sz w:val="24"/>
          <w:szCs w:val="24"/>
          <w:u w:val="single"/>
        </w:rPr>
        <w:t>квитанцией ПД-4</w:t>
      </w:r>
    </w:p>
    <w:p w:rsidR="007D54EE" w:rsidRPr="006F1E69" w:rsidRDefault="007D54EE" w:rsidP="006F1E69">
      <w:pPr>
        <w:ind w:left="708" w:firstLine="708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(нужное подчеркнуть)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№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2121 </w:t>
      </w:r>
      <w:r w:rsidRPr="006F1E69">
        <w:rPr>
          <w:rFonts w:ascii="Arial" w:hAnsi="Arial" w:cs="Arial"/>
          <w:sz w:val="24"/>
          <w:szCs w:val="24"/>
        </w:rPr>
        <w:t xml:space="preserve">от 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11.01.2016 </w:t>
      </w:r>
      <w:r w:rsidRPr="006F1E69">
        <w:rPr>
          <w:rFonts w:ascii="Arial" w:hAnsi="Arial" w:cs="Arial"/>
          <w:sz w:val="24"/>
          <w:szCs w:val="24"/>
        </w:rPr>
        <w:t>г. на сумму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10 000 </w:t>
      </w:r>
      <w:r w:rsidRPr="006F1E69">
        <w:rPr>
          <w:rFonts w:ascii="Arial" w:hAnsi="Arial" w:cs="Arial"/>
          <w:sz w:val="24"/>
          <w:szCs w:val="24"/>
        </w:rPr>
        <w:t xml:space="preserve">руб. 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00</w:t>
      </w:r>
      <w:r w:rsidRPr="006F1E69">
        <w:rPr>
          <w:rFonts w:ascii="Arial" w:hAnsi="Arial" w:cs="Arial"/>
          <w:sz w:val="24"/>
          <w:szCs w:val="24"/>
        </w:rPr>
        <w:t xml:space="preserve"> коп.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по причине</w:t>
      </w:r>
      <w:r>
        <w:rPr>
          <w:rFonts w:ascii="Arial" w:hAnsi="Arial" w:cs="Arial"/>
          <w:sz w:val="24"/>
          <w:szCs w:val="24"/>
        </w:rPr>
        <w:t xml:space="preserve"> 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неверной уплаты </w:t>
      </w:r>
      <w:r w:rsidRPr="006F1E69">
        <w:rPr>
          <w:rFonts w:ascii="Arial" w:hAnsi="Arial" w:cs="Arial"/>
          <w:sz w:val="24"/>
          <w:szCs w:val="24"/>
        </w:rPr>
        <w:t>,</w:t>
      </w:r>
    </w:p>
    <w:p w:rsidR="007D54EE" w:rsidRPr="006F1E69" w:rsidRDefault="007D54EE" w:rsidP="00F9458B">
      <w:pPr>
        <w:jc w:val="center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_________________________________________________________________________,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6F1E69">
        <w:rPr>
          <w:rFonts w:ascii="Arial" w:hAnsi="Arial" w:cs="Arial"/>
          <w:sz w:val="24"/>
          <w:szCs w:val="24"/>
        </w:rPr>
        <w:t>(неверной уплаты; излишне уплаченных денежных средств и т.д)</w:t>
      </w:r>
    </w:p>
    <w:p w:rsidR="007D54EE" w:rsidRPr="006F1E69" w:rsidRDefault="007D54EE" w:rsidP="006F1E69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что подтверждено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актом сверки взаимных расчетов</w:t>
      </w:r>
      <w:r w:rsidRPr="006F1E69">
        <w:rPr>
          <w:rFonts w:ascii="Arial" w:hAnsi="Arial" w:cs="Arial"/>
          <w:sz w:val="24"/>
          <w:szCs w:val="24"/>
        </w:rPr>
        <w:t>_____________________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 xml:space="preserve">(актом сверки, платежным поручением, 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________________________________________________________________________</w:t>
      </w:r>
      <w:r>
        <w:rPr>
          <w:rFonts w:ascii="Arial" w:hAnsi="Arial" w:cs="Arial"/>
          <w:sz w:val="24"/>
          <w:szCs w:val="24"/>
        </w:rPr>
        <w:t xml:space="preserve"> </w:t>
      </w:r>
      <w:r w:rsidRPr="006F1E69">
        <w:rPr>
          <w:rFonts w:ascii="Arial" w:hAnsi="Arial" w:cs="Arial"/>
          <w:sz w:val="24"/>
          <w:szCs w:val="24"/>
        </w:rPr>
        <w:t>,</w:t>
      </w:r>
    </w:p>
    <w:p w:rsidR="007D54EE" w:rsidRPr="006F1E69" w:rsidRDefault="007D54EE" w:rsidP="006F1E69">
      <w:pPr>
        <w:ind w:left="708" w:firstLine="708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свидетельством на право собственности и др.)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на следующие реквизиты получателя:</w:t>
      </w:r>
    </w:p>
    <w:p w:rsidR="007D54EE" w:rsidRPr="006F1E69" w:rsidRDefault="007D54EE" w:rsidP="006F1E69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 xml:space="preserve">Наименование получателя 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>ООО Звезда»</w:t>
      </w:r>
      <w:r w:rsidRPr="006F1E69">
        <w:rPr>
          <w:rFonts w:ascii="Arial" w:hAnsi="Arial" w:cs="Arial"/>
          <w:sz w:val="24"/>
          <w:szCs w:val="24"/>
        </w:rPr>
        <w:t>__________________________________________</w:t>
      </w:r>
    </w:p>
    <w:p w:rsidR="007D54EE" w:rsidRPr="006F1E69" w:rsidRDefault="007D54EE" w:rsidP="006F1E69">
      <w:pPr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ИНН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000000000 </w:t>
      </w:r>
      <w:r w:rsidRPr="006F1E69">
        <w:rPr>
          <w:rFonts w:ascii="Arial" w:hAnsi="Arial" w:cs="Arial"/>
          <w:sz w:val="24"/>
          <w:szCs w:val="24"/>
        </w:rPr>
        <w:t xml:space="preserve">___________________________________________ Р/С(Л/С) 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00000000000000000000000 </w:t>
      </w:r>
      <w:r w:rsidRPr="006F1E69">
        <w:rPr>
          <w:rFonts w:ascii="Arial" w:hAnsi="Arial" w:cs="Arial"/>
          <w:sz w:val="24"/>
          <w:szCs w:val="24"/>
        </w:rPr>
        <w:t>К/С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00000000000000000000</w:t>
      </w:r>
    </w:p>
    <w:p w:rsidR="007D54EE" w:rsidRPr="006F1E69" w:rsidRDefault="007D54EE" w:rsidP="00F9458B">
      <w:pPr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Банк получателя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ОАО «Крайинвестбанк» </w:t>
      </w:r>
    </w:p>
    <w:p w:rsidR="007D54EE" w:rsidRPr="006F1E69" w:rsidRDefault="007D54EE" w:rsidP="00F9458B">
      <w:pPr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6F1E69">
        <w:rPr>
          <w:rFonts w:ascii="Arial" w:hAnsi="Arial" w:cs="Arial"/>
          <w:sz w:val="24"/>
          <w:szCs w:val="24"/>
        </w:rPr>
        <w:t>БИК</w:t>
      </w:r>
      <w:r w:rsidRPr="006F1E69">
        <w:rPr>
          <w:rFonts w:ascii="Arial" w:hAnsi="Arial" w:cs="Arial"/>
          <w:i/>
          <w:iCs/>
          <w:sz w:val="24"/>
          <w:szCs w:val="24"/>
          <w:u w:val="single"/>
        </w:rPr>
        <w:t xml:space="preserve"> 000000000 </w:t>
      </w:r>
    </w:p>
    <w:p w:rsidR="007D54EE" w:rsidRPr="006F1E69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D54EE" w:rsidRPr="006F1E69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D54EE" w:rsidRPr="006F1E69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7D54EE" w:rsidRPr="006F1E69" w:rsidRDefault="007D54EE" w:rsidP="00F9458B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6F1E69">
        <w:rPr>
          <w:rFonts w:ascii="Arial" w:hAnsi="Arial" w:cs="Arial"/>
          <w:sz w:val="24"/>
          <w:szCs w:val="24"/>
        </w:rPr>
        <w:t>Прилагаются копии документов:</w:t>
      </w:r>
    </w:p>
    <w:p w:rsidR="007D54EE" w:rsidRPr="006F1E69" w:rsidRDefault="007D54EE" w:rsidP="00F9458B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6F1E69">
        <w:rPr>
          <w:rFonts w:ascii="Arial" w:hAnsi="Arial" w:cs="Arial"/>
          <w:i/>
          <w:iCs/>
          <w:sz w:val="24"/>
          <w:szCs w:val="24"/>
        </w:rPr>
        <w:t>копия квитанции ПД-4;</w:t>
      </w:r>
    </w:p>
    <w:p w:rsidR="007D54EE" w:rsidRPr="006F1E69" w:rsidRDefault="007D54EE" w:rsidP="00F9458B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  <w:r w:rsidRPr="006F1E69">
        <w:rPr>
          <w:rFonts w:ascii="Arial" w:hAnsi="Arial" w:cs="Arial"/>
          <w:i/>
          <w:iCs/>
          <w:sz w:val="24"/>
          <w:szCs w:val="24"/>
        </w:rPr>
        <w:t>копия акта-сверки расчетов.</w:t>
      </w:r>
    </w:p>
    <w:p w:rsidR="007D54EE" w:rsidRPr="006F1E69" w:rsidRDefault="007D54EE" w:rsidP="00F9458B">
      <w:pPr>
        <w:ind w:firstLine="709"/>
        <w:jc w:val="both"/>
        <w:rPr>
          <w:rFonts w:ascii="Arial" w:hAnsi="Arial" w:cs="Arial"/>
          <w:i/>
          <w:iCs/>
          <w:sz w:val="24"/>
          <w:szCs w:val="24"/>
        </w:rPr>
      </w:pPr>
    </w:p>
    <w:tbl>
      <w:tblPr>
        <w:tblW w:w="10165" w:type="dxa"/>
        <w:tblInd w:w="-106" w:type="dxa"/>
        <w:tblLook w:val="01E0"/>
      </w:tblPr>
      <w:tblGrid>
        <w:gridCol w:w="5211"/>
        <w:gridCol w:w="2415"/>
        <w:gridCol w:w="2539"/>
      </w:tblGrid>
      <w:tr w:rsidR="007D54EE" w:rsidRPr="006F1E69" w:rsidTr="003F5C1C">
        <w:tc>
          <w:tcPr>
            <w:tcW w:w="5211" w:type="dxa"/>
          </w:tcPr>
          <w:p w:rsidR="007D54EE" w:rsidRPr="006F1E69" w:rsidRDefault="007D54EE" w:rsidP="003F5C1C">
            <w:pPr>
              <w:jc w:val="both"/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</w:pPr>
            <w:r w:rsidRPr="006F1E69"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  <w:t>12 февраля 2016 года</w:t>
            </w:r>
          </w:p>
          <w:p w:rsidR="007D54EE" w:rsidRPr="006F1E69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  <w:r w:rsidRPr="006F1E69">
              <w:rPr>
                <w:rFonts w:ascii="Arial" w:hAnsi="Arial" w:cs="Arial"/>
                <w:sz w:val="24"/>
                <w:szCs w:val="24"/>
              </w:rPr>
              <w:t>дата</w:t>
            </w:r>
          </w:p>
          <w:p w:rsidR="007D54EE" w:rsidRPr="006F1E69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5" w:type="dxa"/>
          </w:tcPr>
          <w:p w:rsidR="007D54EE" w:rsidRPr="006F1E69" w:rsidRDefault="007D54EE" w:rsidP="003F5C1C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39" w:type="dxa"/>
          </w:tcPr>
          <w:p w:rsidR="007D54EE" w:rsidRPr="006F1E69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1E69">
              <w:rPr>
                <w:rFonts w:ascii="Arial" w:hAnsi="Arial" w:cs="Arial"/>
                <w:sz w:val="24"/>
                <w:szCs w:val="24"/>
              </w:rPr>
              <w:t>_</w:t>
            </w:r>
            <w:r w:rsidRPr="006F1E69">
              <w:rPr>
                <w:rFonts w:ascii="Arial" w:hAnsi="Arial" w:cs="Arial"/>
                <w:i/>
                <w:iCs/>
                <w:sz w:val="24"/>
                <w:szCs w:val="24"/>
                <w:u w:val="single"/>
              </w:rPr>
              <w:t>И.И.Иванов</w:t>
            </w:r>
            <w:r w:rsidRPr="006F1E69">
              <w:rPr>
                <w:rFonts w:ascii="Arial" w:hAnsi="Arial" w:cs="Arial"/>
                <w:sz w:val="24"/>
                <w:szCs w:val="24"/>
              </w:rPr>
              <w:t>_</w:t>
            </w:r>
          </w:p>
          <w:p w:rsidR="007D54EE" w:rsidRPr="006F1E69" w:rsidRDefault="007D54EE" w:rsidP="003F5C1C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6F1E69">
              <w:rPr>
                <w:rFonts w:ascii="Arial" w:hAnsi="Arial" w:cs="Arial"/>
                <w:sz w:val="24"/>
                <w:szCs w:val="24"/>
              </w:rPr>
              <w:t xml:space="preserve">подпись заявителя </w:t>
            </w:r>
          </w:p>
          <w:p w:rsidR="007D54EE" w:rsidRPr="006F1E69" w:rsidRDefault="007D54EE" w:rsidP="003F5C1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7D54EE" w:rsidRDefault="007D54EE" w:rsidP="006F1E69">
      <w:pPr>
        <w:pStyle w:val="ConsPlusNonformat"/>
        <w:jc w:val="both"/>
      </w:pPr>
    </w:p>
    <w:p w:rsidR="007D54EE" w:rsidRDefault="007D54EE" w:rsidP="006F1E69">
      <w:pPr>
        <w:pStyle w:val="ConsPlusNonformat"/>
        <w:jc w:val="both"/>
      </w:pPr>
    </w:p>
    <w:p w:rsidR="007D54EE" w:rsidRDefault="007D54EE" w:rsidP="006F1E69">
      <w:pPr>
        <w:pStyle w:val="ConsPlusNonformat"/>
        <w:jc w:val="both"/>
      </w:pPr>
    </w:p>
    <w:p w:rsidR="007D54EE" w:rsidRPr="0020293F" w:rsidRDefault="007D54EE" w:rsidP="006F1E69">
      <w:pPr>
        <w:pStyle w:val="ConsPlusNonformat"/>
        <w:jc w:val="both"/>
      </w:pPr>
    </w:p>
    <w:sectPr w:rsidR="007D54EE" w:rsidRPr="0020293F" w:rsidSect="0059720A">
      <w:pgSz w:w="11906" w:h="16838"/>
      <w:pgMar w:top="1134" w:right="567" w:bottom="1134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73F"/>
    <w:rsid w:val="00001A02"/>
    <w:rsid w:val="000058FD"/>
    <w:rsid w:val="00011957"/>
    <w:rsid w:val="00022B31"/>
    <w:rsid w:val="000274EE"/>
    <w:rsid w:val="0006589D"/>
    <w:rsid w:val="00075987"/>
    <w:rsid w:val="00083F26"/>
    <w:rsid w:val="00094162"/>
    <w:rsid w:val="000B4C98"/>
    <w:rsid w:val="000C683B"/>
    <w:rsid w:val="000D5790"/>
    <w:rsid w:val="000E1D3B"/>
    <w:rsid w:val="000F1A93"/>
    <w:rsid w:val="00124744"/>
    <w:rsid w:val="0014360B"/>
    <w:rsid w:val="00195072"/>
    <w:rsid w:val="001968D1"/>
    <w:rsid w:val="0020293F"/>
    <w:rsid w:val="002033C7"/>
    <w:rsid w:val="00211547"/>
    <w:rsid w:val="002817DB"/>
    <w:rsid w:val="002A20DC"/>
    <w:rsid w:val="002C59E1"/>
    <w:rsid w:val="00304E69"/>
    <w:rsid w:val="00321D1C"/>
    <w:rsid w:val="00366BE1"/>
    <w:rsid w:val="00375887"/>
    <w:rsid w:val="00387115"/>
    <w:rsid w:val="003925A6"/>
    <w:rsid w:val="0039292E"/>
    <w:rsid w:val="0039411A"/>
    <w:rsid w:val="003C0793"/>
    <w:rsid w:val="003C0DEB"/>
    <w:rsid w:val="003E3C04"/>
    <w:rsid w:val="003F5C1C"/>
    <w:rsid w:val="00410049"/>
    <w:rsid w:val="00465F60"/>
    <w:rsid w:val="00480662"/>
    <w:rsid w:val="00493815"/>
    <w:rsid w:val="004C515F"/>
    <w:rsid w:val="004F14FE"/>
    <w:rsid w:val="005014E2"/>
    <w:rsid w:val="00564D05"/>
    <w:rsid w:val="00592842"/>
    <w:rsid w:val="0059720A"/>
    <w:rsid w:val="005A1C8E"/>
    <w:rsid w:val="005A5568"/>
    <w:rsid w:val="005C05FF"/>
    <w:rsid w:val="005E6760"/>
    <w:rsid w:val="005E6D1D"/>
    <w:rsid w:val="00610D89"/>
    <w:rsid w:val="0061284D"/>
    <w:rsid w:val="0061439A"/>
    <w:rsid w:val="00623A70"/>
    <w:rsid w:val="006330CF"/>
    <w:rsid w:val="00666B7C"/>
    <w:rsid w:val="0067375E"/>
    <w:rsid w:val="00676A98"/>
    <w:rsid w:val="006C69C9"/>
    <w:rsid w:val="006D4F20"/>
    <w:rsid w:val="006E33DE"/>
    <w:rsid w:val="006F0350"/>
    <w:rsid w:val="006F1E69"/>
    <w:rsid w:val="00726471"/>
    <w:rsid w:val="007469EC"/>
    <w:rsid w:val="007475E8"/>
    <w:rsid w:val="00755EA1"/>
    <w:rsid w:val="00764715"/>
    <w:rsid w:val="007756F2"/>
    <w:rsid w:val="007B2B8C"/>
    <w:rsid w:val="007C52B0"/>
    <w:rsid w:val="007D54EE"/>
    <w:rsid w:val="007F4F10"/>
    <w:rsid w:val="00804A67"/>
    <w:rsid w:val="008073F5"/>
    <w:rsid w:val="00846E3E"/>
    <w:rsid w:val="008767D2"/>
    <w:rsid w:val="008930AF"/>
    <w:rsid w:val="008D6031"/>
    <w:rsid w:val="008F2B1B"/>
    <w:rsid w:val="008F66A6"/>
    <w:rsid w:val="00915A2B"/>
    <w:rsid w:val="00940C08"/>
    <w:rsid w:val="009454E7"/>
    <w:rsid w:val="009E342C"/>
    <w:rsid w:val="00A32B33"/>
    <w:rsid w:val="00A8362C"/>
    <w:rsid w:val="00A8679E"/>
    <w:rsid w:val="00AA0C36"/>
    <w:rsid w:val="00B030BD"/>
    <w:rsid w:val="00B37530"/>
    <w:rsid w:val="00B507EB"/>
    <w:rsid w:val="00B56E5C"/>
    <w:rsid w:val="00BB1013"/>
    <w:rsid w:val="00BD1EA3"/>
    <w:rsid w:val="00BF366C"/>
    <w:rsid w:val="00C03F5F"/>
    <w:rsid w:val="00C5289F"/>
    <w:rsid w:val="00CA631D"/>
    <w:rsid w:val="00CB48AC"/>
    <w:rsid w:val="00CD0479"/>
    <w:rsid w:val="00D013EB"/>
    <w:rsid w:val="00D2599E"/>
    <w:rsid w:val="00D26456"/>
    <w:rsid w:val="00D544FC"/>
    <w:rsid w:val="00D56886"/>
    <w:rsid w:val="00D644B9"/>
    <w:rsid w:val="00DA5476"/>
    <w:rsid w:val="00E00048"/>
    <w:rsid w:val="00E073D8"/>
    <w:rsid w:val="00E1073F"/>
    <w:rsid w:val="00E176E0"/>
    <w:rsid w:val="00E2681E"/>
    <w:rsid w:val="00E4307A"/>
    <w:rsid w:val="00E47636"/>
    <w:rsid w:val="00F42886"/>
    <w:rsid w:val="00F53A56"/>
    <w:rsid w:val="00F66933"/>
    <w:rsid w:val="00F856A2"/>
    <w:rsid w:val="00F9458B"/>
    <w:rsid w:val="00F955EE"/>
    <w:rsid w:val="00FA38FE"/>
    <w:rsid w:val="00FF5E79"/>
    <w:rsid w:val="00FF7C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A67"/>
    <w:rPr>
      <w:rFonts w:ascii="Times New Roman" w:eastAsia="Times New Roman" w:hAnsi="Times New Roman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4A67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9"/>
    <w:locked/>
    <w:rsid w:val="00804A67"/>
    <w:rPr>
      <w:rFonts w:ascii="Cambria" w:hAnsi="Cambria" w:cs="Cambria"/>
      <w:b/>
      <w:bCs/>
      <w:sz w:val="26"/>
      <w:szCs w:val="26"/>
      <w:lang w:eastAsia="ru-RU"/>
    </w:rPr>
  </w:style>
  <w:style w:type="paragraph" w:styleId="NoSpacing">
    <w:name w:val="No Spacing"/>
    <w:uiPriority w:val="99"/>
    <w:qFormat/>
    <w:rsid w:val="00E1073F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customStyle="1" w:styleId="OEM">
    <w:name w:val="Нормальный (OEM)"/>
    <w:basedOn w:val="Normal"/>
    <w:next w:val="Normal"/>
    <w:uiPriority w:val="99"/>
    <w:rsid w:val="002C59E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E3C0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E3C04"/>
    <w:rPr>
      <w:rFonts w:ascii="Tahoma" w:hAnsi="Tahoma" w:cs="Tahoma"/>
      <w:sz w:val="16"/>
      <w:szCs w:val="16"/>
      <w:lang w:eastAsia="ru-RU"/>
    </w:rPr>
  </w:style>
  <w:style w:type="paragraph" w:customStyle="1" w:styleId="a">
    <w:name w:val="Без интервала"/>
    <w:uiPriority w:val="99"/>
    <w:rsid w:val="00011957"/>
    <w:rPr>
      <w:rFonts w:cs="Calibri"/>
    </w:rPr>
  </w:style>
  <w:style w:type="paragraph" w:customStyle="1" w:styleId="ConsPlusNonformat">
    <w:name w:val="ConsPlusNonformat"/>
    <w:uiPriority w:val="99"/>
    <w:rsid w:val="0020293F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823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291</TotalTime>
  <Pages>8</Pages>
  <Words>2301</Words>
  <Characters>13120</Characters>
  <Application>Microsoft Office Outlook</Application>
  <DocSecurity>0</DocSecurity>
  <Lines>0</Lines>
  <Paragraphs>0</Paragraphs>
  <ScaleCrop>false</ScaleCrop>
  <Company>1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dobrenko</dc:creator>
  <cp:keywords/>
  <dc:description/>
  <cp:lastModifiedBy>Кристина</cp:lastModifiedBy>
  <cp:revision>28</cp:revision>
  <cp:lastPrinted>2016-02-24T06:08:00Z</cp:lastPrinted>
  <dcterms:created xsi:type="dcterms:W3CDTF">2015-07-22T10:33:00Z</dcterms:created>
  <dcterms:modified xsi:type="dcterms:W3CDTF">2016-03-28T13:41:00Z</dcterms:modified>
</cp:coreProperties>
</file>